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52F7929" w14:textId="77777777" w:rsidR="00BA3CDA" w:rsidRPr="00BA3CDA" w:rsidRDefault="00BA3CDA" w:rsidP="00BA3CDA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7E427BC4" w14:textId="5D25FB88" w:rsidR="00A137C9" w:rsidRPr="00BA3CDA" w:rsidRDefault="00A137C9" w:rsidP="00BA3CD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BA3CDA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A137C9" w:rsidRPr="00BA3CDA" w14:paraId="604882D9" w14:textId="77777777" w:rsidTr="00AF2A41">
        <w:tc>
          <w:tcPr>
            <w:tcW w:w="2377" w:type="dxa"/>
          </w:tcPr>
          <w:p w14:paraId="5792FAFF" w14:textId="77777777" w:rsidR="00A137C9" w:rsidRPr="00BA3CDA" w:rsidRDefault="00A137C9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3C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CB3FEF3" w14:textId="200912E5" w:rsidR="00A137C9" w:rsidRPr="00BA3CDA" w:rsidRDefault="00F27238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</w:p>
        </w:tc>
      </w:tr>
      <w:tr w:rsidR="00AF4933" w:rsidRPr="00A2540E" w14:paraId="624EFA84" w14:textId="77777777" w:rsidTr="00AF2A41">
        <w:tc>
          <w:tcPr>
            <w:tcW w:w="2377" w:type="dxa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6750508" w14:textId="323E7310" w:rsidR="00AF4933" w:rsidRPr="00BA3CDA" w:rsidRDefault="00F27238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643E9AF6" w:rsidR="003A486D" w:rsidRPr="00AF2A41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A41">
        <w:rPr>
          <w:rFonts w:ascii="Arial" w:hAnsi="Arial" w:cs="Arial"/>
          <w:sz w:val="24"/>
          <w:szCs w:val="24"/>
        </w:rPr>
        <w:t xml:space="preserve">prowadzonego przez </w:t>
      </w:r>
      <w:bookmarkStart w:id="1" w:name="_Hlk210756515"/>
      <w:bookmarkStart w:id="2" w:name="_Hlk210756648"/>
      <w:r w:rsidR="00F27238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Zespół Szkół </w:t>
      </w:r>
      <w:r w:rsidR="00F27238" w:rsidRPr="00E934E8">
        <w:rPr>
          <w:rFonts w:ascii="Arial" w:hAnsi="Arial" w:cs="Arial"/>
          <w:b/>
          <w:bCs/>
          <w:sz w:val="24"/>
          <w:szCs w:val="24"/>
        </w:rPr>
        <w:t>Politechnicznych</w:t>
      </w:r>
      <w:r w:rsidR="00F27238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27238"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r w:rsidR="00F27238" w:rsidRPr="00E934E8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bookmarkEnd w:id="1"/>
      <w:r w:rsidR="00F27238" w:rsidRPr="00E934E8">
        <w:rPr>
          <w:rFonts w:ascii="Arial" w:hAnsi="Arial" w:cs="Arial"/>
          <w:b/>
          <w:bCs/>
          <w:color w:val="000000"/>
          <w:sz w:val="24"/>
          <w:szCs w:val="24"/>
        </w:rPr>
        <w:t>Łodzi</w:t>
      </w:r>
      <w:r w:rsidR="00F27238" w:rsidRPr="00E934E8">
        <w:rPr>
          <w:rFonts w:ascii="Arial" w:hAnsi="Arial" w:cs="Arial"/>
          <w:b/>
          <w:bCs/>
          <w:sz w:val="24"/>
          <w:szCs w:val="24"/>
        </w:rPr>
        <w:t xml:space="preserve">, </w:t>
      </w:r>
      <w:bookmarkEnd w:id="2"/>
      <w:r w:rsidR="00F27238" w:rsidRPr="00E934E8">
        <w:rPr>
          <w:rFonts w:ascii="Arial" w:hAnsi="Arial" w:cs="Arial"/>
          <w:b/>
          <w:bCs/>
          <w:color w:val="000000"/>
          <w:sz w:val="24"/>
          <w:szCs w:val="24"/>
        </w:rPr>
        <w:t>Al. Politechniki 38, 93-590 Łódź</w:t>
      </w:r>
      <w:r w:rsidR="0033190F" w:rsidRPr="00AF2A41">
        <w:rPr>
          <w:rFonts w:ascii="Arial" w:hAnsi="Arial" w:cs="Arial"/>
          <w:sz w:val="24"/>
          <w:szCs w:val="24"/>
        </w:rPr>
        <w:t xml:space="preserve"> </w:t>
      </w:r>
      <w:r w:rsidRPr="00AF2A41">
        <w:rPr>
          <w:rFonts w:ascii="Arial" w:hAnsi="Arial" w:cs="Arial"/>
          <w:sz w:val="24"/>
          <w:szCs w:val="24"/>
        </w:rPr>
        <w:t>d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ubiegających się</w:t>
      </w:r>
      <w:r w:rsidR="0033190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33190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udzielenie zamówienia w 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94"/>
        <w:gridCol w:w="4995"/>
      </w:tblGrid>
      <w:tr w:rsidR="003A486D" w:rsidRPr="0087706D" w14:paraId="4ED9B18B" w14:textId="77777777" w:rsidTr="00A137C9">
        <w:tc>
          <w:tcPr>
            <w:tcW w:w="617" w:type="dxa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1F65A593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</w:t>
      </w:r>
      <w:proofErr w:type="spellStart"/>
      <w:r w:rsidR="00AF4933" w:rsidRPr="00AF4933">
        <w:rPr>
          <w:rFonts w:ascii="Arial" w:hAnsi="Arial" w:cs="Arial"/>
          <w:sz w:val="24"/>
          <w:szCs w:val="24"/>
        </w:rPr>
        <w:t>t.j</w:t>
      </w:r>
      <w:proofErr w:type="spellEnd"/>
      <w:r w:rsidR="00AF4933" w:rsidRPr="00AF4933">
        <w:rPr>
          <w:rFonts w:ascii="Arial" w:hAnsi="Arial" w:cs="Arial"/>
          <w:sz w:val="24"/>
          <w:szCs w:val="24"/>
        </w:rPr>
        <w:t>. Dz. U. z 2024 poz. 1320</w:t>
      </w:r>
      <w:r w:rsidR="00F27238">
        <w:rPr>
          <w:rFonts w:ascii="Arial" w:hAnsi="Arial" w:cs="Arial"/>
          <w:sz w:val="24"/>
          <w:szCs w:val="24"/>
        </w:rPr>
        <w:t xml:space="preserve"> z późn. zm.</w:t>
      </w:r>
      <w:r w:rsidR="00AF4933" w:rsidRPr="00AF49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56"/>
        <w:gridCol w:w="4899"/>
      </w:tblGrid>
      <w:tr w:rsidR="00B641BE" w:rsidRPr="0087706D" w14:paraId="1E9E72E2" w14:textId="77777777" w:rsidTr="00A137C9">
        <w:tc>
          <w:tcPr>
            <w:tcW w:w="617" w:type="dxa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63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79"/>
      </w:tblGrid>
      <w:tr w:rsidR="00A137C9" w:rsidRPr="008B745A" w14:paraId="206D310A" w14:textId="77777777" w:rsidTr="0033190F">
        <w:tc>
          <w:tcPr>
            <w:tcW w:w="2660" w:type="dxa"/>
          </w:tcPr>
          <w:p w14:paraId="24632CA8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630CF8F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979" w:type="dxa"/>
          </w:tcPr>
          <w:p w14:paraId="3BE7B5B7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23CCB95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33190F">
      <w:headerReference w:type="default" r:id="rId7"/>
      <w:footerReference w:type="default" r:id="rId8"/>
      <w:pgSz w:w="11906" w:h="16838"/>
      <w:pgMar w:top="993" w:right="991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17381" w14:textId="77777777" w:rsidR="00D00E64" w:rsidRDefault="00D00E64" w:rsidP="00025386">
      <w:pPr>
        <w:spacing w:after="0" w:line="240" w:lineRule="auto"/>
      </w:pPr>
      <w:r>
        <w:separator/>
      </w:r>
    </w:p>
  </w:endnote>
  <w:endnote w:type="continuationSeparator" w:id="0">
    <w:p w14:paraId="6F74AF09" w14:textId="77777777" w:rsidR="00D00E64" w:rsidRDefault="00D00E6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12797" w14:textId="77777777" w:rsidR="00F27238" w:rsidRDefault="00F27238" w:rsidP="00F27238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____________________________________________________________________________________________</w:t>
    </w:r>
  </w:p>
  <w:p w14:paraId="59174E19" w14:textId="1DC36761" w:rsidR="00025386" w:rsidRPr="00F27238" w:rsidRDefault="00F27238" w:rsidP="00F27238">
    <w:pPr>
      <w:pStyle w:val="Stopka"/>
    </w:pPr>
    <w:r w:rsidRPr="00476E24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476E24">
      <w:rPr>
        <w:rFonts w:asciiTheme="minorHAnsi" w:hAnsiTheme="minorHAnsi" w:cstheme="minorHAnsi"/>
        <w:i/>
        <w:iCs/>
      </w:rPr>
      <w:br/>
      <w:t>w ramach programu regionalnego Fundusze Europejskie dla Łódzkiego 2021-2027</w:t>
    </w:r>
    <w:r w:rsidRPr="00985607">
      <w:t xml:space="preserve">  </w:t>
    </w:r>
    <w:r>
      <w:t xml:space="preserve">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461E" w14:textId="77777777" w:rsidR="00D00E64" w:rsidRDefault="00D00E64" w:rsidP="00025386">
      <w:pPr>
        <w:spacing w:after="0" w:line="240" w:lineRule="auto"/>
      </w:pPr>
      <w:r>
        <w:separator/>
      </w:r>
    </w:p>
  </w:footnote>
  <w:footnote w:type="continuationSeparator" w:id="0">
    <w:p w14:paraId="5D845F10" w14:textId="77777777" w:rsidR="00D00E64" w:rsidRDefault="00D00E6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419D" w14:textId="461275F0" w:rsidR="00AF4933" w:rsidRDefault="00F27238" w:rsidP="0033190F">
    <w:pPr>
      <w:pStyle w:val="Nagwek"/>
      <w:tabs>
        <w:tab w:val="clear" w:pos="4536"/>
        <w:tab w:val="clear" w:pos="9072"/>
        <w:tab w:val="left" w:pos="2321"/>
      </w:tabs>
      <w:jc w:val="center"/>
    </w:pPr>
    <w:r w:rsidRPr="002B3015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4D43448A" wp14:editId="28A93F7F">
          <wp:extent cx="5941060" cy="765587"/>
          <wp:effectExtent l="0" t="0" r="254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1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09F8"/>
    <w:rsid w:val="000423B9"/>
    <w:rsid w:val="00053927"/>
    <w:rsid w:val="000806A6"/>
    <w:rsid w:val="00084786"/>
    <w:rsid w:val="0009371C"/>
    <w:rsid w:val="000A5CA8"/>
    <w:rsid w:val="000A7C2E"/>
    <w:rsid w:val="0016158F"/>
    <w:rsid w:val="00184B16"/>
    <w:rsid w:val="00191EF8"/>
    <w:rsid w:val="001B0277"/>
    <w:rsid w:val="001C2314"/>
    <w:rsid w:val="001D5C00"/>
    <w:rsid w:val="002132D4"/>
    <w:rsid w:val="00213980"/>
    <w:rsid w:val="0024648D"/>
    <w:rsid w:val="00253C10"/>
    <w:rsid w:val="002E1595"/>
    <w:rsid w:val="0033190F"/>
    <w:rsid w:val="003555EC"/>
    <w:rsid w:val="003915F7"/>
    <w:rsid w:val="003A486D"/>
    <w:rsid w:val="003A5BB7"/>
    <w:rsid w:val="003F08BC"/>
    <w:rsid w:val="004374F2"/>
    <w:rsid w:val="00460705"/>
    <w:rsid w:val="00485239"/>
    <w:rsid w:val="00485B69"/>
    <w:rsid w:val="004A0686"/>
    <w:rsid w:val="004D7FA0"/>
    <w:rsid w:val="004E27D7"/>
    <w:rsid w:val="004F10A0"/>
    <w:rsid w:val="004F5245"/>
    <w:rsid w:val="00523947"/>
    <w:rsid w:val="00534180"/>
    <w:rsid w:val="0055145C"/>
    <w:rsid w:val="005624D8"/>
    <w:rsid w:val="00620476"/>
    <w:rsid w:val="00657A47"/>
    <w:rsid w:val="006F1BD5"/>
    <w:rsid w:val="006F701A"/>
    <w:rsid w:val="00745A44"/>
    <w:rsid w:val="00751F41"/>
    <w:rsid w:val="007666D6"/>
    <w:rsid w:val="007766D4"/>
    <w:rsid w:val="00791153"/>
    <w:rsid w:val="007A2C38"/>
    <w:rsid w:val="00824D73"/>
    <w:rsid w:val="00830970"/>
    <w:rsid w:val="0087706D"/>
    <w:rsid w:val="008833CF"/>
    <w:rsid w:val="008B797E"/>
    <w:rsid w:val="008D442B"/>
    <w:rsid w:val="008F2498"/>
    <w:rsid w:val="008F4C74"/>
    <w:rsid w:val="0093388F"/>
    <w:rsid w:val="009348FD"/>
    <w:rsid w:val="009652F4"/>
    <w:rsid w:val="00966499"/>
    <w:rsid w:val="00970AB1"/>
    <w:rsid w:val="009776C3"/>
    <w:rsid w:val="009C49D0"/>
    <w:rsid w:val="00A137C9"/>
    <w:rsid w:val="00A2214A"/>
    <w:rsid w:val="00A56A6F"/>
    <w:rsid w:val="00A87380"/>
    <w:rsid w:val="00AF2A41"/>
    <w:rsid w:val="00AF4933"/>
    <w:rsid w:val="00AF4E90"/>
    <w:rsid w:val="00AF7375"/>
    <w:rsid w:val="00B1012B"/>
    <w:rsid w:val="00B44CA9"/>
    <w:rsid w:val="00B641BE"/>
    <w:rsid w:val="00B77707"/>
    <w:rsid w:val="00BA3CDA"/>
    <w:rsid w:val="00BE3BCE"/>
    <w:rsid w:val="00BE64A4"/>
    <w:rsid w:val="00C26D5C"/>
    <w:rsid w:val="00CB29AC"/>
    <w:rsid w:val="00CD33F7"/>
    <w:rsid w:val="00CE1448"/>
    <w:rsid w:val="00D00E64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52C2D"/>
    <w:rsid w:val="00E67109"/>
    <w:rsid w:val="00E86D3B"/>
    <w:rsid w:val="00EC10EE"/>
    <w:rsid w:val="00EF3368"/>
    <w:rsid w:val="00F00A2A"/>
    <w:rsid w:val="00F27238"/>
    <w:rsid w:val="00F334B4"/>
    <w:rsid w:val="00F70522"/>
    <w:rsid w:val="00F819A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Kierownik RRG</cp:lastModifiedBy>
  <cp:revision>19</cp:revision>
  <cp:lastPrinted>2025-12-04T09:53:00Z</cp:lastPrinted>
  <dcterms:created xsi:type="dcterms:W3CDTF">2024-10-06T10:02:00Z</dcterms:created>
  <dcterms:modified xsi:type="dcterms:W3CDTF">2025-12-04T09:53:00Z</dcterms:modified>
</cp:coreProperties>
</file>